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  <w:tblCaption w:val="Layout table"/>
      </w:tblPr>
      <w:tblGrid>
        <w:gridCol w:w="2880"/>
        <w:gridCol w:w="2880"/>
        <w:gridCol w:w="2880"/>
        <w:gridCol w:w="2880"/>
        <w:gridCol w:w="2880"/>
      </w:tblGrid>
      <w:tr w:rsidR="00FE130E" w14:paraId="5D4BECD5" w14:textId="77777777">
        <w:trPr>
          <w:trHeight w:hRule="exact" w:val="5040"/>
        </w:trPr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2CC548A3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7C12E373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2795A2BD" w14:textId="7D9A1779" w:rsidR="00FE130E" w:rsidRDefault="00FE130E"/>
                    </w:tc>
                    <w:tc>
                      <w:tcPr>
                        <w:tcW w:w="864" w:type="dxa"/>
                      </w:tcPr>
                      <w:p w14:paraId="3290E7A1" w14:textId="77777777" w:rsidR="00FE130E" w:rsidRDefault="00FE130E"/>
                    </w:tc>
                  </w:tr>
                </w:tbl>
                <w:p w14:paraId="7BACBC6B" w14:textId="3467F0D8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4D72CFC9" wp14:editId="06FA5EC1">
                        <wp:extent cx="1557655" cy="980604"/>
                        <wp:effectExtent l="0" t="0" r="4445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7198" cy="10054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031A95D1" w14:textId="77777777">
              <w:trPr>
                <w:trHeight w:hRule="exact" w:val="648"/>
                <w:jc w:val="center"/>
              </w:trPr>
              <w:tc>
                <w:tcPr>
                  <w:tcW w:w="2837" w:type="dxa"/>
                  <w:shd w:val="clear" w:color="auto" w:fill="7E97AD" w:themeFill="accent1"/>
                  <w:vAlign w:val="center"/>
                </w:tcPr>
                <w:p w14:paraId="2780611E" w14:textId="7B002155" w:rsidR="00FE130E" w:rsidRDefault="00362A9C">
                  <w:pPr>
                    <w:pStyle w:val="Name"/>
                  </w:pPr>
                  <w:sdt>
                    <w:sdtPr>
                      <w:alias w:val="Your Name"/>
                      <w:tag w:val=""/>
                      <w:id w:val="1103681501"/>
                      <w:placeholder>
                        <w:docPart w:val="10F8BCC55CA845288079F8FFC56E0478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 xml:space="preserve">Kelly Stohler </w:t>
                      </w:r>
                    </w:sdtContent>
                  </w:sdt>
                </w:p>
              </w:tc>
            </w:tr>
            <w:tr w:rsidR="00FE130E" w14:paraId="74C1377F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2DF22534" w14:textId="31F75506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-2128073484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-435366732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3D8A1129" w14:textId="2128F6A8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113FBD3A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337AE8AA" w14:textId="13683E41" w:rsidR="00FE130E" w:rsidRDefault="00362A9C">
                  <w:sdt>
                    <w:sdtPr>
                      <w:alias w:val="Street Address"/>
                      <w:tag w:val=""/>
                      <w:id w:val="1856846159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1599831477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0D3CA065" w14:textId="122C9704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783853096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69E205FA" w14:textId="323C4929" w:rsidR="00FE130E" w:rsidRDefault="00826237">
                      <w:r>
                        <w:t>AntiqueJoyRides.com</w:t>
                      </w:r>
                    </w:p>
                  </w:sdtContent>
                </w:sdt>
                <w:p w14:paraId="1F0C2602" w14:textId="25495A6D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50207725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301ADA91" w14:textId="2810315C" w:rsidR="00826237" w:rsidRDefault="00826237"/>
              </w:tc>
            </w:tr>
          </w:tbl>
          <w:p w14:paraId="554B17A9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60DF97FB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1ADC2AB6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3CD79413" w14:textId="6DB8BC84" w:rsidR="00FE130E" w:rsidRDefault="00FE130E"/>
                    </w:tc>
                    <w:tc>
                      <w:tcPr>
                        <w:tcW w:w="864" w:type="dxa"/>
                      </w:tcPr>
                      <w:p w14:paraId="35586309" w14:textId="77777777" w:rsidR="00FE130E" w:rsidRDefault="00FE130E"/>
                    </w:tc>
                  </w:tr>
                </w:tbl>
                <w:p w14:paraId="0B5F44D0" w14:textId="0746B89D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6BAC5651" wp14:editId="7ED81E25">
                        <wp:extent cx="1485900" cy="99060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768" cy="991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498AAE82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-1352717962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7CD66FC4" w14:textId="119A18BD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4FC216FA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68559840" w14:textId="352F4026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-417489335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-1500809675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36BEC616" w14:textId="6D3695DB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60F48E88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63F85E9E" w14:textId="3CAFF29D" w:rsidR="00FE130E" w:rsidRDefault="00362A9C">
                  <w:sdt>
                    <w:sdtPr>
                      <w:alias w:val="Street Address"/>
                      <w:tag w:val=""/>
                      <w:id w:val="854841587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1215242515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4A52BF85" w14:textId="408E755C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563762642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638A2F46" w14:textId="2C8D7A04" w:rsidR="00FE130E" w:rsidRDefault="00826237">
                      <w:r>
                        <w:t>AntiqueJoyRides.com</w:t>
                      </w:r>
                    </w:p>
                  </w:sdtContent>
                </w:sdt>
                <w:p w14:paraId="47448817" w14:textId="5807190E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1385474134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2B25B745" w14:textId="3F18AE56" w:rsidR="00FE130E" w:rsidRDefault="00FE130E"/>
              </w:tc>
            </w:tr>
          </w:tbl>
          <w:p w14:paraId="210CE7A7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2726155B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  <w:gridCol w:w="864"/>
                  </w:tblGrid>
                  <w:tr w:rsidR="00826237" w14:paraId="43F53675" w14:textId="04107064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071FA8E5" w14:textId="67E53FD9" w:rsidR="00826237" w:rsidRDefault="00826237"/>
                    </w:tc>
                    <w:tc>
                      <w:tcPr>
                        <w:tcW w:w="864" w:type="dxa"/>
                      </w:tcPr>
                      <w:p w14:paraId="649F07A5" w14:textId="77777777" w:rsidR="00826237" w:rsidRDefault="00826237"/>
                    </w:tc>
                    <w:tc>
                      <w:tcPr>
                        <w:tcW w:w="864" w:type="dxa"/>
                      </w:tcPr>
                      <w:p w14:paraId="05B46414" w14:textId="77777777" w:rsidR="00826237" w:rsidRDefault="00826237"/>
                    </w:tc>
                  </w:tr>
                </w:tbl>
                <w:p w14:paraId="31370776" w14:textId="33043A1A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37C0A132" wp14:editId="38B280CE">
                        <wp:extent cx="1560830" cy="981710"/>
                        <wp:effectExtent l="0" t="0" r="1270" b="889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665EC094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1648704067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7B0E1594" w14:textId="4A3C08DE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132B4968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5C0EEAAB" w14:textId="6E112037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1707609452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842660839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434D9A75" w14:textId="685D53FE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02C47E7F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7EABD885" w14:textId="11E47631" w:rsidR="00FE130E" w:rsidRDefault="00362A9C">
                  <w:sdt>
                    <w:sdtPr>
                      <w:alias w:val="Street Address"/>
                      <w:tag w:val=""/>
                      <w:id w:val="1121808595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-1579358682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219E59EF" w14:textId="6BFC6312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-1400126449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52ECE3CA" w14:textId="2D95858A" w:rsidR="00FE130E" w:rsidRDefault="00826237">
                      <w:r>
                        <w:t>AntiqueJoyRides.com</w:t>
                      </w:r>
                    </w:p>
                  </w:sdtContent>
                </w:sdt>
                <w:p w14:paraId="64EB9E89" w14:textId="26A63CBE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347403710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3E2DEC06" w14:textId="58B3846C" w:rsidR="00FE130E" w:rsidRDefault="00FE130E"/>
              </w:tc>
            </w:tr>
          </w:tbl>
          <w:p w14:paraId="47357938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52912814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49F1CD41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69784431" w14:textId="565351A3" w:rsidR="00FE130E" w:rsidRDefault="00FE130E"/>
                    </w:tc>
                    <w:tc>
                      <w:tcPr>
                        <w:tcW w:w="864" w:type="dxa"/>
                      </w:tcPr>
                      <w:p w14:paraId="45DCFD64" w14:textId="77777777" w:rsidR="00FE130E" w:rsidRDefault="00FE130E"/>
                    </w:tc>
                  </w:tr>
                </w:tbl>
                <w:p w14:paraId="5C5C0DFA" w14:textId="64A984AA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76853E93" wp14:editId="1FAA55C7">
                        <wp:extent cx="1560830" cy="981710"/>
                        <wp:effectExtent l="0" t="0" r="1270" b="889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2399D72D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-264764476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25BB7590" w14:textId="0DBE0286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1CC61E7B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5FE0A639" w14:textId="72F216CE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-1187598737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1252695701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4855C07C" w14:textId="485BB4FC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7D0D4AFD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778C0875" w14:textId="790FE90C" w:rsidR="00FE130E" w:rsidRDefault="00362A9C">
                  <w:sdt>
                    <w:sdtPr>
                      <w:alias w:val="Street Address"/>
                      <w:tag w:val=""/>
                      <w:id w:val="269287820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-1832519194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522D5E0C" w14:textId="5A79B40B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1820611903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317DE1C7" w14:textId="27B94B88" w:rsidR="00FE130E" w:rsidRDefault="00826237">
                      <w:r>
                        <w:t>AntiqueJoyRides.com</w:t>
                      </w:r>
                    </w:p>
                  </w:sdtContent>
                </w:sdt>
                <w:p w14:paraId="454B6CF4" w14:textId="2AFEE6A8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1444916054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799FA86D" w14:textId="16667C5A" w:rsidR="00FE130E" w:rsidRDefault="00FE130E"/>
              </w:tc>
            </w:tr>
          </w:tbl>
          <w:p w14:paraId="0202D39C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6D922E4C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5FAEB556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417CB959" w14:textId="7800C063" w:rsidR="00FE130E" w:rsidRDefault="00FE130E"/>
                    </w:tc>
                    <w:tc>
                      <w:tcPr>
                        <w:tcW w:w="864" w:type="dxa"/>
                      </w:tcPr>
                      <w:p w14:paraId="68DF7595" w14:textId="77777777" w:rsidR="00FE130E" w:rsidRDefault="00FE130E"/>
                    </w:tc>
                  </w:tr>
                </w:tbl>
                <w:p w14:paraId="4C6F86C6" w14:textId="53148DCC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5690A373" wp14:editId="05DB528A">
                        <wp:extent cx="1560830" cy="981710"/>
                        <wp:effectExtent l="0" t="0" r="1270" b="889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54BE719B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1271671200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1C0707AE" w14:textId="654AC77F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3EC3CA6B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29192785" w14:textId="465C8635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762272846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1739357062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450DD57C" w14:textId="0006C0F3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31DEFA37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78393293" w14:textId="23DD2DAF" w:rsidR="00FE130E" w:rsidRDefault="00362A9C">
                  <w:sdt>
                    <w:sdtPr>
                      <w:alias w:val="Street Address"/>
                      <w:tag w:val=""/>
                      <w:id w:val="261344730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2047411123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45562B16" w14:textId="518E42E2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1001937896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15BFC43C" w14:textId="28F2D912" w:rsidR="00FE130E" w:rsidRDefault="00826237">
                      <w:r>
                        <w:t>AntiqueJoyRides.com</w:t>
                      </w:r>
                    </w:p>
                  </w:sdtContent>
                </w:sdt>
                <w:p w14:paraId="78D7F215" w14:textId="32E9BCB6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899399901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0F6F09FD" w14:textId="60FEF79C" w:rsidR="00FE130E" w:rsidRDefault="00FE130E"/>
              </w:tc>
            </w:tr>
          </w:tbl>
          <w:p w14:paraId="5231D883" w14:textId="77777777" w:rsidR="00FE130E" w:rsidRDefault="00FE130E"/>
        </w:tc>
      </w:tr>
      <w:tr w:rsidR="00FE130E" w14:paraId="5E886EB0" w14:textId="77777777">
        <w:trPr>
          <w:trHeight w:hRule="exact" w:val="5040"/>
        </w:trPr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030E1A14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28455AE8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44C9A003" w14:textId="236A8B65" w:rsidR="00FE130E" w:rsidRDefault="00FE130E"/>
                    </w:tc>
                    <w:tc>
                      <w:tcPr>
                        <w:tcW w:w="864" w:type="dxa"/>
                      </w:tcPr>
                      <w:p w14:paraId="060C7DDE" w14:textId="77777777" w:rsidR="00FE130E" w:rsidRDefault="00FE130E"/>
                    </w:tc>
                  </w:tr>
                </w:tbl>
                <w:p w14:paraId="07BD4509" w14:textId="32EA8737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44900965" wp14:editId="5F28950A">
                        <wp:extent cx="1560830" cy="981710"/>
                        <wp:effectExtent l="0" t="0" r="1270" b="889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78E6A632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-400748202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4F0B2065" w14:textId="365F82C8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28FBB097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4382C566" w14:textId="0709C125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1286388605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142941197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0ADBB000" w14:textId="72FEE9B6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6AD03A01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5AB25A5C" w14:textId="0281BADB" w:rsidR="00FE130E" w:rsidRDefault="00362A9C">
                  <w:sdt>
                    <w:sdtPr>
                      <w:alias w:val="Street Address"/>
                      <w:tag w:val=""/>
                      <w:id w:val="1988423745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1311826357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07415C88" w14:textId="471AABA7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1508171209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71879077" w14:textId="03B09AB9" w:rsidR="00FE130E" w:rsidRDefault="00826237">
                      <w:r>
                        <w:t>AntiqueJoyRides.com</w:t>
                      </w:r>
                    </w:p>
                  </w:sdtContent>
                </w:sdt>
                <w:p w14:paraId="78BE14DF" w14:textId="0C3A92DC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703322055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2F33A1BA" w14:textId="738E3605" w:rsidR="00FE130E" w:rsidRDefault="00FE130E"/>
              </w:tc>
            </w:tr>
          </w:tbl>
          <w:p w14:paraId="514E259C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58133E85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0E8A2EEB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3E05A538" w14:textId="1F4B3FC6" w:rsidR="00FE130E" w:rsidRDefault="00FE130E"/>
                    </w:tc>
                    <w:tc>
                      <w:tcPr>
                        <w:tcW w:w="864" w:type="dxa"/>
                      </w:tcPr>
                      <w:p w14:paraId="79A01D1F" w14:textId="77777777" w:rsidR="00FE130E" w:rsidRDefault="00FE130E"/>
                    </w:tc>
                  </w:tr>
                </w:tbl>
                <w:p w14:paraId="66369C33" w14:textId="72D2136E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67D5D496" wp14:editId="28F8FB6B">
                        <wp:extent cx="1560830" cy="981710"/>
                        <wp:effectExtent l="0" t="0" r="1270" b="889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75477B44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-1950694631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75526707" w14:textId="10A2D315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141F3784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5250C621" w14:textId="38D2036F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5564037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-497961347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7FCDC583" w14:textId="3ED4ECAA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7E82BD9C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0CA17F6C" w14:textId="398A3E43" w:rsidR="00FE130E" w:rsidRDefault="00362A9C">
                  <w:sdt>
                    <w:sdtPr>
                      <w:alias w:val="Street Address"/>
                      <w:tag w:val=""/>
                      <w:id w:val="1014121798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-326596624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2AA21C1E" w14:textId="15330529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1700428880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281D621F" w14:textId="232697F6" w:rsidR="00FE130E" w:rsidRDefault="00826237">
                      <w:r>
                        <w:t>AntiqueJoyRides.com</w:t>
                      </w:r>
                    </w:p>
                  </w:sdtContent>
                </w:sdt>
                <w:p w14:paraId="0A4A1416" w14:textId="4AF47FB8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1729493469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56F134C8" w14:textId="607F4944" w:rsidR="00FE130E" w:rsidRDefault="00FE130E"/>
              </w:tc>
            </w:tr>
          </w:tbl>
          <w:p w14:paraId="78B10B85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757980E4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5BD19B32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3B13E547" w14:textId="6198002A" w:rsidR="00FE130E" w:rsidRDefault="00FE130E"/>
                    </w:tc>
                    <w:tc>
                      <w:tcPr>
                        <w:tcW w:w="864" w:type="dxa"/>
                      </w:tcPr>
                      <w:p w14:paraId="054FA74B" w14:textId="77777777" w:rsidR="00FE130E" w:rsidRDefault="00FE130E"/>
                    </w:tc>
                  </w:tr>
                </w:tbl>
                <w:p w14:paraId="133BBACA" w14:textId="58C295D0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5B64FAE9" wp14:editId="764BE5FA">
                        <wp:extent cx="1560830" cy="981710"/>
                        <wp:effectExtent l="0" t="0" r="1270" b="889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6955FC39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2095279415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51529CCB" w14:textId="0075D1A5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048EA054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22BA06CD" w14:textId="70655BE2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1054661104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946818640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55A3B61F" w14:textId="6DE61D1C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6EAA3077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6EA95A8E" w14:textId="448E4F66" w:rsidR="00FE130E" w:rsidRDefault="00362A9C">
                  <w:sdt>
                    <w:sdtPr>
                      <w:alias w:val="Street Address"/>
                      <w:tag w:val=""/>
                      <w:id w:val="-1601240891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-658686954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7203E195" w14:textId="0D68AB97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1599520203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19F215D4" w14:textId="4EF2BA37" w:rsidR="00FE130E" w:rsidRDefault="00826237">
                      <w:r>
                        <w:t>AntiqueJoyRides.com</w:t>
                      </w:r>
                    </w:p>
                  </w:sdtContent>
                </w:sdt>
                <w:p w14:paraId="773C33DD" w14:textId="0EEA60B0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2013486541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5B9E9AEC" w14:textId="4E78089A" w:rsidR="00FE130E" w:rsidRDefault="00FE130E"/>
              </w:tc>
            </w:tr>
          </w:tbl>
          <w:p w14:paraId="1212322E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424E448D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72349E70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5F1BC662" w14:textId="77390594" w:rsidR="00FE130E" w:rsidRDefault="00FE130E"/>
                    </w:tc>
                    <w:tc>
                      <w:tcPr>
                        <w:tcW w:w="864" w:type="dxa"/>
                      </w:tcPr>
                      <w:p w14:paraId="479675DE" w14:textId="77777777" w:rsidR="00FE130E" w:rsidRDefault="00FE130E"/>
                    </w:tc>
                  </w:tr>
                </w:tbl>
                <w:p w14:paraId="67AF11E4" w14:textId="05D84D73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48C11272" wp14:editId="79CB430D">
                        <wp:extent cx="1560830" cy="981710"/>
                        <wp:effectExtent l="0" t="0" r="1270" b="889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12CA0796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-1060163259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4FA89E34" w14:textId="7FF8612C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1E1D60D0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6B91BF09" w14:textId="08C0EF69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1679460744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-1873834088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515AA94A" w14:textId="731E9C8D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0F72CE2D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6817D8BD" w14:textId="3BEAD306" w:rsidR="00FE130E" w:rsidRDefault="00362A9C">
                  <w:sdt>
                    <w:sdtPr>
                      <w:alias w:val="Street Address"/>
                      <w:tag w:val=""/>
                      <w:id w:val="712930896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882606068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75E2A7F1" w14:textId="2650A60B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470405172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1351CE3A" w14:textId="527B2B6D" w:rsidR="00FE130E" w:rsidRDefault="00826237">
                      <w:r>
                        <w:t>AntiqueJoyRides.com</w:t>
                      </w:r>
                    </w:p>
                  </w:sdtContent>
                </w:sdt>
                <w:p w14:paraId="44613C58" w14:textId="0133647E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833601004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6154DB6D" w14:textId="0C52EB58" w:rsidR="00FE130E" w:rsidRDefault="00FE130E"/>
              </w:tc>
            </w:tr>
          </w:tbl>
          <w:p w14:paraId="425C4533" w14:textId="77777777" w:rsidR="00FE130E" w:rsidRDefault="00FE130E"/>
        </w:tc>
        <w:tc>
          <w:tcPr>
            <w:tcW w:w="2880" w:type="dxa"/>
          </w:tcPr>
          <w:tbl>
            <w:tblPr>
              <w:tblW w:w="2448" w:type="dxa"/>
              <w:jc w:val="center"/>
              <w:tblLayout w:type="fixed"/>
              <w:tblCellMar>
                <w:left w:w="72" w:type="dxa"/>
                <w:right w:w="72" w:type="dxa"/>
              </w:tblCellMar>
              <w:tblLook w:val="04A0" w:firstRow="1" w:lastRow="0" w:firstColumn="1" w:lastColumn="0" w:noHBand="0" w:noVBand="1"/>
              <w:tblCaption w:val="Business card table"/>
            </w:tblPr>
            <w:tblGrid>
              <w:gridCol w:w="2448"/>
            </w:tblGrid>
            <w:tr w:rsidR="00FE130E" w14:paraId="0FF8419F" w14:textId="77777777">
              <w:trPr>
                <w:trHeight w:hRule="exact" w:val="2304"/>
                <w:jc w:val="center"/>
              </w:trPr>
              <w:tc>
                <w:tcPr>
                  <w:tcW w:w="2837" w:type="dxa"/>
                </w:tcPr>
                <w:tbl>
                  <w:tblPr>
                    <w:tblW w:w="0" w:type="auto"/>
                    <w:jc w:val="center"/>
                    <w:tblLayout w:type="fixed"/>
                    <w:tblCellMar>
                      <w:top w:w="216" w:type="dxa"/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Logo table"/>
                  </w:tblPr>
                  <w:tblGrid>
                    <w:gridCol w:w="1440"/>
                    <w:gridCol w:w="864"/>
                  </w:tblGrid>
                  <w:tr w:rsidR="00FE130E" w14:paraId="5D91839F" w14:textId="77777777" w:rsidTr="00826237">
                    <w:trPr>
                      <w:trHeight w:hRule="exact" w:val="666"/>
                      <w:jc w:val="center"/>
                    </w:trPr>
                    <w:tc>
                      <w:tcPr>
                        <w:tcW w:w="1440" w:type="dxa"/>
                      </w:tcPr>
                      <w:p w14:paraId="68D79FD9" w14:textId="6C579697" w:rsidR="00FE130E" w:rsidRDefault="00FE130E"/>
                    </w:tc>
                    <w:tc>
                      <w:tcPr>
                        <w:tcW w:w="864" w:type="dxa"/>
                      </w:tcPr>
                      <w:p w14:paraId="331C3E5F" w14:textId="77777777" w:rsidR="00FE130E" w:rsidRDefault="00FE130E"/>
                    </w:tc>
                  </w:tr>
                </w:tbl>
                <w:p w14:paraId="3273650C" w14:textId="0F41DA12" w:rsidR="00FE130E" w:rsidRDefault="00826237">
                  <w:r>
                    <w:rPr>
                      <w:noProof/>
                    </w:rPr>
                    <w:drawing>
                      <wp:inline distT="0" distB="0" distL="0" distR="0" wp14:anchorId="2300C18F" wp14:editId="55A3FD86">
                        <wp:extent cx="1560830" cy="981710"/>
                        <wp:effectExtent l="0" t="0" r="1270" b="889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0830" cy="9817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130E" w14:paraId="37078A68" w14:textId="77777777">
              <w:trPr>
                <w:trHeight w:hRule="exact" w:val="648"/>
                <w:jc w:val="center"/>
              </w:trPr>
              <w:sdt>
                <w:sdtPr>
                  <w:alias w:val="Your Name"/>
                  <w:tag w:val=""/>
                  <w:id w:val="639317907"/>
                  <w:placeholder>
                    <w:docPart w:val="10F8BCC55CA845288079F8FFC56E0478"/>
                  </w:placeholder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15:appearance w15:val="hidden"/>
                  <w:text w:multiLine="1"/>
                </w:sdtPr>
                <w:sdtEndPr/>
                <w:sdtContent>
                  <w:tc>
                    <w:tcPr>
                      <w:tcW w:w="2837" w:type="dxa"/>
                      <w:shd w:val="clear" w:color="auto" w:fill="7E97AD" w:themeFill="accent1"/>
                      <w:vAlign w:val="center"/>
                    </w:tcPr>
                    <w:p w14:paraId="41FA3672" w14:textId="4A6C8113" w:rsidR="00FE130E" w:rsidRDefault="00826237">
                      <w:pPr>
                        <w:pStyle w:val="Name"/>
                      </w:pPr>
                      <w:r>
                        <w:t xml:space="preserve">Kelly Stohler </w:t>
                      </w:r>
                    </w:p>
                  </w:tc>
                </w:sdtContent>
              </w:sdt>
            </w:tr>
            <w:tr w:rsidR="00FE130E" w14:paraId="4AECDE2A" w14:textId="77777777">
              <w:trPr>
                <w:trHeight w:hRule="exact" w:val="504"/>
                <w:jc w:val="center"/>
              </w:trPr>
              <w:tc>
                <w:tcPr>
                  <w:tcW w:w="2837" w:type="dxa"/>
                </w:tcPr>
                <w:p w14:paraId="37558D33" w14:textId="5FE3A421" w:rsidR="00FE130E" w:rsidRDefault="00362A9C">
                  <w:pPr>
                    <w:pStyle w:val="Title"/>
                  </w:pPr>
                  <w:sdt>
                    <w:sdtPr>
                      <w:alias w:val="Title"/>
                      <w:tag w:val=""/>
                      <w:id w:val="1448964686"/>
                      <w:placeholder>
                        <w:docPart w:val="79F267D1141A4DF3A6CE96AC2F0BA848"/>
                      </w:placeholder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r w:rsidR="00826237">
                        <w:t xml:space="preserve">Antique Joy-Rides </w:t>
                      </w:r>
                    </w:sdtContent>
                  </w:sdt>
                </w:p>
                <w:sdt>
                  <w:sdtPr>
                    <w:alias w:val="Email"/>
                    <w:tag w:val=""/>
                    <w:id w:val="1715549523"/>
                    <w:placeholder>
                      <w:docPart w:val="B5C25A2505A64543A6CC4ECC3F2970E5"/>
                    </w:placeholder>
                    <w:dataBinding w:prefixMappings="xmlns:ns0='http://schemas.microsoft.com/office/2006/coverPageProps' " w:xpath="/ns0:CoverPageProperties[1]/ns0:CompanyEmail[1]" w:storeItemID="{55AF091B-3C7A-41E3-B477-F2FDAA23CFDA}"/>
                    <w15:appearance w15:val="hidden"/>
                    <w:text/>
                  </w:sdtPr>
                  <w:sdtEndPr/>
                  <w:sdtContent>
                    <w:p w14:paraId="6816BA10" w14:textId="0B7E0406" w:rsidR="00FE130E" w:rsidRDefault="00826237">
                      <w:pPr>
                        <w:pStyle w:val="BodyText"/>
                      </w:pPr>
                      <w:r>
                        <w:t>kellystohler@gmail.com</w:t>
                      </w:r>
                    </w:p>
                  </w:sdtContent>
                </w:sdt>
              </w:tc>
            </w:tr>
            <w:tr w:rsidR="00FE130E" w14:paraId="31978B5A" w14:textId="77777777">
              <w:trPr>
                <w:trHeight w:hRule="exact" w:val="1368"/>
                <w:jc w:val="center"/>
              </w:trPr>
              <w:tc>
                <w:tcPr>
                  <w:tcW w:w="2837" w:type="dxa"/>
                  <w:vAlign w:val="bottom"/>
                </w:tcPr>
                <w:p w14:paraId="7C13CFBD" w14:textId="4E58A1C8" w:rsidR="00FE130E" w:rsidRDefault="00362A9C">
                  <w:sdt>
                    <w:sdtPr>
                      <w:alias w:val="Street Address"/>
                      <w:tag w:val=""/>
                      <w:id w:val="-273639210"/>
                      <w:placeholder>
                        <w:docPart w:val="3910F44188A64FFA9A14FF150CABDD8C"/>
                      </w:placeholder>
                      <w:dataBinding w:prefixMappings="xmlns:ns0='http://schemas.microsoft.com/office/2006/coverPageProps' " w:xpath="/ns0:CoverPageProperties[1]/ns0:CompanyAddress[1]" w:storeItemID="{55AF091B-3C7A-41E3-B477-F2FDAA23CFDA}"/>
                      <w15:appearance w15:val="hidden"/>
                      <w:text w:multiLine="1"/>
                    </w:sdtPr>
                    <w:sdtEndPr/>
                    <w:sdtContent>
                      <w:r w:rsidR="00826237">
                        <w:t>2977 Creek Edge Ct</w:t>
                      </w:r>
                    </w:sdtContent>
                  </w:sdt>
                </w:p>
                <w:sdt>
                  <w:sdtPr>
                    <w:alias w:val="City, ST ZIP Code"/>
                    <w:tag w:val=""/>
                    <w:id w:val="-1409148400"/>
                    <w:placeholder>
                      <w:docPart w:val="F9D3B06C74F94EA5B2E722E598976F3A"/>
                    </w:placeholder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15:appearance w15:val="hidden"/>
                    <w:text/>
                  </w:sdtPr>
                  <w:sdtEndPr/>
                  <w:sdtContent>
                    <w:p w14:paraId="1F1587BD" w14:textId="47757474" w:rsidR="00FE130E" w:rsidRDefault="00826237">
                      <w:r>
                        <w:t>Holland, Mi. 49424</w:t>
                      </w:r>
                    </w:p>
                  </w:sdtContent>
                </w:sdt>
                <w:sdt>
                  <w:sdtPr>
                    <w:alias w:val="Website"/>
                    <w:tag w:val=""/>
                    <w:id w:val="810980449"/>
                    <w:placeholder>
                      <w:docPart w:val="1859C79EC9D7444F947816CF7F04523E"/>
                    </w:placeholder>
                    <w:dataBinding w:prefixMappings="xmlns:ns0='http://schemas.microsoft.com/office/2006/coverPageProps' " w:xpath="/ns0:CoverPageProperties[1]/ns0:Abstract[1]" w:storeItemID="{55AF091B-3C7A-41E3-B477-F2FDAA23CFDA}"/>
                    <w15:appearance w15:val="hidden"/>
                    <w:text/>
                  </w:sdtPr>
                  <w:sdtEndPr/>
                  <w:sdtContent>
                    <w:p w14:paraId="18051DBA" w14:textId="426C7535" w:rsidR="00FE130E" w:rsidRDefault="00826237">
                      <w:r>
                        <w:t>AntiqueJoyRides.com</w:t>
                      </w:r>
                    </w:p>
                  </w:sdtContent>
                </w:sdt>
                <w:p w14:paraId="175227AA" w14:textId="6ABCAECD" w:rsidR="00FE130E" w:rsidRDefault="00362A9C">
                  <w:r>
                    <w:rPr>
                      <w:rStyle w:val="Strong"/>
                    </w:rPr>
                    <w:t>Tel</w:t>
                  </w:r>
                  <w:r>
                    <w:t xml:space="preserve">  </w:t>
                  </w:r>
                  <w:sdt>
                    <w:sdtPr>
                      <w:alias w:val="Telephone"/>
                      <w:tag w:val=""/>
                      <w:id w:val="-1603333011"/>
                      <w:placeholder>
                        <w:docPart w:val="E934F491C82D48E5889E7FF884B79B52"/>
                      </w:placeholder>
                      <w:dataBinding w:prefixMappings="xmlns:ns0='http://schemas.microsoft.com/office/2006/coverPageProps' " w:xpath="/ns0:CoverPageProperties[1]/ns0:CompanyPhone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826237">
                        <w:t>248-705-4072</w:t>
                      </w:r>
                    </w:sdtContent>
                  </w:sdt>
                </w:p>
                <w:p w14:paraId="45C855FC" w14:textId="74482569" w:rsidR="00FE130E" w:rsidRDefault="00FE130E"/>
              </w:tc>
            </w:tr>
          </w:tbl>
          <w:p w14:paraId="1DC9B744" w14:textId="77777777" w:rsidR="00FE130E" w:rsidRDefault="00FE130E"/>
        </w:tc>
      </w:tr>
    </w:tbl>
    <w:p w14:paraId="330B3E9D" w14:textId="77777777" w:rsidR="00FE130E" w:rsidRDefault="00FE130E">
      <w:bookmarkStart w:id="0" w:name="_GoBack"/>
      <w:bookmarkEnd w:id="0"/>
    </w:p>
    <w:sectPr w:rsidR="00FE130E">
      <w:pgSz w:w="15840" w:h="12240" w:orient="landscape" w:code="1"/>
      <w:pgMar w:top="1080" w:right="720" w:bottom="720" w:left="720" w:header="36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4724B" w14:textId="77777777" w:rsidR="00826237" w:rsidRDefault="00826237">
      <w:r>
        <w:separator/>
      </w:r>
    </w:p>
  </w:endnote>
  <w:endnote w:type="continuationSeparator" w:id="0">
    <w:p w14:paraId="5FAC2437" w14:textId="77777777" w:rsidR="00826237" w:rsidRDefault="0082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6B44E" w14:textId="77777777" w:rsidR="00826237" w:rsidRDefault="00826237">
      <w:r>
        <w:separator/>
      </w:r>
    </w:p>
  </w:footnote>
  <w:footnote w:type="continuationSeparator" w:id="0">
    <w:p w14:paraId="6CE46CAB" w14:textId="77777777" w:rsidR="00826237" w:rsidRDefault="00826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37"/>
    <w:rsid w:val="00081C21"/>
    <w:rsid w:val="00826237"/>
    <w:rsid w:val="00FE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DCA5FC"/>
  <w15:chartTrackingRefBased/>
  <w15:docId w15:val="{DD61D810-92B7-4DF5-B118-105F9F86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77188" w:themeColor="accent1" w:themeShade="BF"/>
        <w:sz w:val="18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3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Name">
    <w:name w:val="Name"/>
    <w:basedOn w:val="Normal"/>
    <w:uiPriority w:val="1"/>
    <w:qFormat/>
    <w:pPr>
      <w:spacing w:before="40" w:after="40" w:line="216" w:lineRule="auto"/>
    </w:pPr>
    <w:rPr>
      <w:caps/>
      <w:color w:val="FFFFFF" w:themeColor="background1"/>
      <w:spacing w:val="20"/>
      <w:sz w:val="24"/>
    </w:rPr>
  </w:style>
  <w:style w:type="character" w:styleId="Strong">
    <w:name w:val="Strong"/>
    <w:basedOn w:val="DefaultParagraphFont"/>
    <w:uiPriority w:val="4"/>
    <w:unhideWhenUsed/>
    <w:qFormat/>
    <w:rPr>
      <w:b/>
      <w:bCs/>
    </w:rPr>
  </w:style>
  <w:style w:type="paragraph" w:styleId="Title">
    <w:name w:val="Title"/>
    <w:basedOn w:val="Normal"/>
    <w:uiPriority w:val="2"/>
    <w:qFormat/>
    <w:pPr>
      <w:spacing w:before="80"/>
    </w:pPr>
    <w:rPr>
      <w:caps/>
      <w:spacing w:val="5"/>
      <w:kern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16"/>
      <w:sz w:val="18"/>
      <w14:ligatures w14:val="standardContextual"/>
      <w14:numForm w14:val="oldStyle"/>
    </w:rPr>
  </w:style>
  <w:style w:type="paragraph" w:styleId="BodyText">
    <w:name w:val="Body Text"/>
    <w:basedOn w:val="Normal"/>
    <w:link w:val="BodyTextChar"/>
    <w:uiPriority w:val="3"/>
    <w:qFormat/>
    <w:rPr>
      <w:color w:val="595959" w:themeColor="text1" w:themeTint="A6"/>
    </w:rPr>
  </w:style>
  <w:style w:type="character" w:customStyle="1" w:styleId="BodyTextChar">
    <w:name w:val="Body Text Char"/>
    <w:basedOn w:val="DefaultParagraphFont"/>
    <w:link w:val="BodyText"/>
    <w:uiPriority w:val="3"/>
    <w:rPr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y\AppData\Roaming\Microsoft\Templates\Business%20cards%20(Timeless%20design,%2010%20per%20page,%20works%20with%20Avery%20537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F8BCC55CA845288079F8FFC56E0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B3278-CF31-46A2-8573-EF6B634EC853}"/>
      </w:docPartPr>
      <w:docPartBody>
        <w:p w:rsidR="00000000" w:rsidRDefault="00000000">
          <w:pPr>
            <w:pStyle w:val="10F8BCC55CA845288079F8FFC56E0478"/>
          </w:pPr>
          <w:r>
            <w:t>[Your</w:t>
          </w:r>
          <w:r>
            <w:br/>
            <w:t>Name]</w:t>
          </w:r>
        </w:p>
      </w:docPartBody>
    </w:docPart>
    <w:docPart>
      <w:docPartPr>
        <w:name w:val="79F267D1141A4DF3A6CE96AC2F0BA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6589B-5FC9-4245-935C-BE753A585A9B}"/>
      </w:docPartPr>
      <w:docPartBody>
        <w:p w:rsidR="00000000" w:rsidRDefault="00000000">
          <w:pPr>
            <w:pStyle w:val="79F267D1141A4DF3A6CE96AC2F0BA848"/>
          </w:pPr>
          <w:r>
            <w:t>Title</w:t>
          </w:r>
        </w:p>
      </w:docPartBody>
    </w:docPart>
    <w:docPart>
      <w:docPartPr>
        <w:name w:val="B5C25A2505A64543A6CC4ECC3F2970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C0A97-2AE2-47F6-A6E1-201986BA7C6F}"/>
      </w:docPartPr>
      <w:docPartBody>
        <w:p w:rsidR="00000000" w:rsidRDefault="00000000">
          <w:pPr>
            <w:pStyle w:val="B5C25A2505A64543A6CC4ECC3F2970E5"/>
          </w:pPr>
          <w:r>
            <w:t>Email</w:t>
          </w:r>
        </w:p>
      </w:docPartBody>
    </w:docPart>
    <w:docPart>
      <w:docPartPr>
        <w:name w:val="3910F44188A64FFA9A14FF150CABD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D130F-2E67-4F2C-B4CB-D53BF48497A3}"/>
      </w:docPartPr>
      <w:docPartBody>
        <w:p w:rsidR="00000000" w:rsidRDefault="00000000">
          <w:pPr>
            <w:pStyle w:val="3910F44188A64FFA9A14FF150CABDD8C"/>
          </w:pPr>
          <w:r>
            <w:t>Street Address</w:t>
          </w:r>
        </w:p>
      </w:docPartBody>
    </w:docPart>
    <w:docPart>
      <w:docPartPr>
        <w:name w:val="F9D3B06C74F94EA5B2E722E598976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0E438-DDB5-4058-BA0F-16F11C5C5C40}"/>
      </w:docPartPr>
      <w:docPartBody>
        <w:p w:rsidR="00000000" w:rsidRDefault="00000000">
          <w:pPr>
            <w:pStyle w:val="F9D3B06C74F94EA5B2E722E598976F3A"/>
          </w:pPr>
          <w:r>
            <w:t>City, ST  ZIP Code</w:t>
          </w:r>
        </w:p>
      </w:docPartBody>
    </w:docPart>
    <w:docPart>
      <w:docPartPr>
        <w:name w:val="1859C79EC9D7444F947816CF7F045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902E-0557-4B0B-A9B3-7F4E38C5142F}"/>
      </w:docPartPr>
      <w:docPartBody>
        <w:p w:rsidR="00000000" w:rsidRDefault="00000000">
          <w:pPr>
            <w:pStyle w:val="1859C79EC9D7444F947816CF7F04523E"/>
          </w:pPr>
          <w:r>
            <w:t>Website</w:t>
          </w:r>
        </w:p>
      </w:docPartBody>
    </w:docPart>
    <w:docPart>
      <w:docPartPr>
        <w:name w:val="E934F491C82D48E5889E7FF884B79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FCC2C-C78F-4872-9992-C32DC3B49F50}"/>
      </w:docPartPr>
      <w:docPartBody>
        <w:p w:rsidR="00000000" w:rsidRDefault="00000000">
          <w:pPr>
            <w:pStyle w:val="E934F491C82D48E5889E7FF884B79B52"/>
          </w:pPr>
          <w:r>
            <w:t>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F8BCC55CA845288079F8FFC56E0478">
    <w:name w:val="10F8BCC55CA845288079F8FFC56E0478"/>
  </w:style>
  <w:style w:type="paragraph" w:customStyle="1" w:styleId="79F267D1141A4DF3A6CE96AC2F0BA848">
    <w:name w:val="79F267D1141A4DF3A6CE96AC2F0BA848"/>
  </w:style>
  <w:style w:type="paragraph" w:customStyle="1" w:styleId="B5C25A2505A64543A6CC4ECC3F2970E5">
    <w:name w:val="B5C25A2505A64543A6CC4ECC3F2970E5"/>
  </w:style>
  <w:style w:type="paragraph" w:customStyle="1" w:styleId="3910F44188A64FFA9A14FF150CABDD8C">
    <w:name w:val="3910F44188A64FFA9A14FF150CABDD8C"/>
  </w:style>
  <w:style w:type="paragraph" w:customStyle="1" w:styleId="F9D3B06C74F94EA5B2E722E598976F3A">
    <w:name w:val="F9D3B06C74F94EA5B2E722E598976F3A"/>
  </w:style>
  <w:style w:type="paragraph" w:customStyle="1" w:styleId="1859C79EC9D7444F947816CF7F04523E">
    <w:name w:val="1859C79EC9D7444F947816CF7F04523E"/>
  </w:style>
  <w:style w:type="paragraph" w:customStyle="1" w:styleId="E934F491C82D48E5889E7FF884B79B52">
    <w:name w:val="E934F491C82D48E5889E7FF884B79B52"/>
  </w:style>
  <w:style w:type="paragraph" w:customStyle="1" w:styleId="C5D598966FCA43DAAE544D366AC61453">
    <w:name w:val="C5D598966FCA43DAAE544D366AC61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usiness Set">
  <a:themeElements>
    <a:clrScheme name="Business Cards">
      <a:dk1>
        <a:srgbClr val="000000"/>
      </a:dk1>
      <a:lt1>
        <a:srgbClr val="FFFFFF"/>
      </a:lt1>
      <a:dk2>
        <a:srgbClr val="1F2123"/>
      </a:dk2>
      <a:lt2>
        <a:srgbClr val="F8EBD1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mappings xmlns="http://schemas.microsoft.com/pics">
  <picture>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</picture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overPageProperties xmlns="http://schemas.microsoft.com/office/2006/coverPageProps">
  <PublishDate/>
  <Abstract>AntiqueJoyRides.com</Abstract>
  <CompanyAddress>2977 Creek Edge Ct</CompanyAddress>
  <CompanyPhone>248-705-4072</CompanyPhone>
  <CompanyFax/>
  <CompanyEmail>kellystohler@gmail.com</CompanyEmail>
</CoverPageProperties>
</file>

<file path=customXml/itemProps1.xml><?xml version="1.0" encoding="utf-8"?>
<ds:datastoreItem xmlns:ds="http://schemas.openxmlformats.org/officeDocument/2006/customXml" ds:itemID="{1F1CC5FB-0D59-4A86-AC36-AEAC36E4A7D5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86E28C16-A51E-46A5-849C-D9FC63431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cards (Timeless design, 10 per page, works with Avery 5371)</Template>
  <TotalTime>21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Antique Joy-Rides</dc:title>
  <dc:creator>Kelly Stohler</dc:creator>
  <cp:keywords/>
  <cp:lastModifiedBy>Kelly Stohler</cp:lastModifiedBy>
  <cp:revision>1</cp:revision>
  <cp:lastPrinted>2020-01-04T17:28:00Z</cp:lastPrinted>
  <dcterms:created xsi:type="dcterms:W3CDTF">2020-01-04T17:13:00Z</dcterms:created>
  <dcterms:modified xsi:type="dcterms:W3CDTF">2020-01-04T17:38:00Z</dcterms:modified>
  <cp:contentStatus>Holland, Mi. 49424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TC027808159991</vt:lpwstr>
  </property>
</Properties>
</file>